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82922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Pizza Party</w:t>
      </w:r>
    </w:p>
    <w:p w:rsidR="00E82922" w:rsidRDefault="00E8292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E82922" w:rsidRDefault="002A5E72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0738B" wp14:editId="159DA4FE">
                <wp:simplePos x="0" y="0"/>
                <wp:positionH relativeFrom="column">
                  <wp:posOffset>2824480</wp:posOffset>
                </wp:positionH>
                <wp:positionV relativeFrom="paragraph">
                  <wp:posOffset>664209</wp:posOffset>
                </wp:positionV>
                <wp:extent cx="28575" cy="572452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724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pt,52.3pt" to="224.65pt,5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" strokecolor="#4579b8 [3044]"/>
            </w:pict>
          </mc:Fallback>
        </mc:AlternateContent>
      </w:r>
      <w:r w:rsidR="00E82922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F63BD" wp14:editId="3E321DBB">
                <wp:simplePos x="0" y="0"/>
                <wp:positionH relativeFrom="column">
                  <wp:posOffset>-223520</wp:posOffset>
                </wp:positionH>
                <wp:positionV relativeFrom="paragraph">
                  <wp:posOffset>668020</wp:posOffset>
                </wp:positionV>
                <wp:extent cx="6143625" cy="5724525"/>
                <wp:effectExtent l="0" t="0" r="28575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57245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-17.6pt;margin-top:52.6pt;width:483.75pt;height:4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" filled="f" strokecolor="#243f60 [1604]" strokeweight="2pt"/>
            </w:pict>
          </mc:Fallback>
        </mc:AlternateContent>
      </w:r>
    </w:p>
    <w:p w:rsidR="00E82922" w:rsidRPr="00E82922" w:rsidRDefault="000D6A16" w:rsidP="00E82922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D92938" wp14:editId="390F1A7E">
                <wp:simplePos x="0" y="0"/>
                <wp:positionH relativeFrom="column">
                  <wp:posOffset>1521585</wp:posOffset>
                </wp:positionH>
                <wp:positionV relativeFrom="paragraph">
                  <wp:posOffset>3923808</wp:posOffset>
                </wp:positionV>
                <wp:extent cx="1526309" cy="480695"/>
                <wp:effectExtent l="179705" t="48895" r="215900" b="6350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158998">
                          <a:off x="0" y="0"/>
                          <a:ext cx="1526309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Oignonss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19.8pt;margin-top:308.95pt;width:120.2pt;height:37.85pt;rotation:-485075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sz w:val="48"/>
                          <w:szCs w:val="48"/>
                        </w:rPr>
                        <w:t>Oignonss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7822C0" wp14:editId="02D9E477">
                <wp:simplePos x="0" y="0"/>
                <wp:positionH relativeFrom="column">
                  <wp:posOffset>338455</wp:posOffset>
                </wp:positionH>
                <wp:positionV relativeFrom="paragraph">
                  <wp:posOffset>3433444</wp:posOffset>
                </wp:positionV>
                <wp:extent cx="2307536" cy="423087"/>
                <wp:effectExtent l="0" t="742950" r="0" b="73914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10904">
                          <a:off x="0" y="0"/>
                          <a:ext cx="2307536" cy="4230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Champignons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.65pt;margin-top:270.35pt;width:181.7pt;height:33.3pt;rotation:-271875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Champignons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1E4BFE" wp14:editId="31565A45">
                <wp:simplePos x="0" y="0"/>
                <wp:positionH relativeFrom="column">
                  <wp:posOffset>2735581</wp:posOffset>
                </wp:positionH>
                <wp:positionV relativeFrom="paragraph">
                  <wp:posOffset>302894</wp:posOffset>
                </wp:positionV>
                <wp:extent cx="1210945" cy="480695"/>
                <wp:effectExtent l="117475" t="53975" r="125730" b="4953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992210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98617F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  <w:r w:rsidR="000D6A16">
                              <w:rPr>
                                <w:b/>
                                <w:sz w:val="48"/>
                                <w:szCs w:val="48"/>
                              </w:rPr>
                              <w:t>arine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5.4pt;margin-top:23.85pt;width:95.35pt;height:37.85pt;rotation:6545091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" strokecolor="white [3212]">
                <v:textbox>
                  <w:txbxContent>
                    <w:p w:rsidR="0098617F" w:rsidRPr="002A5E72" w:rsidRDefault="0098617F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F</w:t>
                      </w:r>
                      <w:r w:rsidR="000D6A16">
                        <w:rPr>
                          <w:b/>
                          <w:sz w:val="48"/>
                          <w:szCs w:val="48"/>
                        </w:rPr>
                        <w:t>arine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D1D15F" wp14:editId="045A0E38">
                <wp:simplePos x="0" y="0"/>
                <wp:positionH relativeFrom="column">
                  <wp:posOffset>3850913</wp:posOffset>
                </wp:positionH>
                <wp:positionV relativeFrom="paragraph">
                  <wp:posOffset>853369</wp:posOffset>
                </wp:positionV>
                <wp:extent cx="1210945" cy="480695"/>
                <wp:effectExtent l="0" t="342900" r="46355" b="35750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39457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98617F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L</w:t>
                            </w:r>
                            <w:r w:rsidR="000D6A16">
                              <w:rPr>
                                <w:b/>
                                <w:sz w:val="48"/>
                                <w:szCs w:val="48"/>
                              </w:rPr>
                              <w:t>evure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3.2pt;margin-top:67.2pt;width:95.35pt;height:37.85pt;rotation:921813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" strokecolor="white [3212]">
                <v:textbox>
                  <w:txbxContent>
                    <w:p w:rsidR="0098617F" w:rsidRPr="002A5E72" w:rsidRDefault="0098617F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L</w:t>
                      </w:r>
                      <w:r w:rsidR="000D6A16">
                        <w:rPr>
                          <w:b/>
                          <w:sz w:val="48"/>
                          <w:szCs w:val="48"/>
                        </w:rPr>
                        <w:t>evure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0329E" wp14:editId="6D029AAE">
                <wp:simplePos x="0" y="0"/>
                <wp:positionH relativeFrom="column">
                  <wp:posOffset>4372620</wp:posOffset>
                </wp:positionH>
                <wp:positionV relativeFrom="paragraph">
                  <wp:posOffset>1778605</wp:posOffset>
                </wp:positionV>
                <wp:extent cx="1210945" cy="480695"/>
                <wp:effectExtent l="57150" t="133350" r="46355" b="12890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34299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44.3pt;margin-top:140.05pt;width:95.35pt;height:37.85pt;rotation:11069357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Eau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F509C3" wp14:editId="2E843DC1">
                <wp:simplePos x="0" y="0"/>
                <wp:positionH relativeFrom="column">
                  <wp:posOffset>4259438</wp:posOffset>
                </wp:positionH>
                <wp:positionV relativeFrom="paragraph">
                  <wp:posOffset>2773777</wp:posOffset>
                </wp:positionV>
                <wp:extent cx="1210945" cy="480695"/>
                <wp:effectExtent l="57150" t="133350" r="46355" b="128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433716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98617F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</w:t>
                            </w:r>
                            <w:r w:rsidR="000D6A16">
                              <w:rPr>
                                <w:b/>
                                <w:sz w:val="48"/>
                                <w:szCs w:val="48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5.4pt;margin-top:218.4pt;width:95.35pt;height:37.85pt;rotation:-11104293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" strokecolor="white [3212]">
                <v:textbox>
                  <w:txbxContent>
                    <w:p w:rsidR="0098617F" w:rsidRPr="002A5E72" w:rsidRDefault="0098617F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</w:t>
                      </w:r>
                      <w:r w:rsidR="000D6A16">
                        <w:rPr>
                          <w:b/>
                          <w:sz w:val="48"/>
                          <w:szCs w:val="48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41ECA2" wp14:editId="561FBC52">
                <wp:simplePos x="0" y="0"/>
                <wp:positionH relativeFrom="column">
                  <wp:posOffset>3665857</wp:posOffset>
                </wp:positionH>
                <wp:positionV relativeFrom="paragraph">
                  <wp:posOffset>3556934</wp:posOffset>
                </wp:positionV>
                <wp:extent cx="1210945" cy="480695"/>
                <wp:effectExtent l="19050" t="361950" r="0" b="35750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308032">
                          <a:off x="0" y="0"/>
                          <a:ext cx="121094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Huile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88.65pt;margin-top:280.05pt;width:95.35pt;height:37.85pt;rotation:-9057040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Huile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887BD8" wp14:editId="0103D016">
                <wp:simplePos x="0" y="0"/>
                <wp:positionH relativeFrom="column">
                  <wp:posOffset>2474896</wp:posOffset>
                </wp:positionH>
                <wp:positionV relativeFrom="paragraph">
                  <wp:posOffset>4006682</wp:posOffset>
                </wp:positionV>
                <wp:extent cx="1760455" cy="480695"/>
                <wp:effectExtent l="258762" t="46038" r="270193" b="60642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123716">
                          <a:off x="0" y="0"/>
                          <a:ext cx="176045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Tomates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94.85pt;margin-top:315.5pt;width:138.6pt;height:37.85pt;rotation:-7073829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Tomates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527B77" wp14:editId="195742CD">
                <wp:simplePos x="0" y="0"/>
                <wp:positionH relativeFrom="column">
                  <wp:posOffset>123131</wp:posOffset>
                </wp:positionH>
                <wp:positionV relativeFrom="paragraph">
                  <wp:posOffset>2718436</wp:posOffset>
                </wp:positionV>
                <wp:extent cx="1211138" cy="481084"/>
                <wp:effectExtent l="57150" t="171450" r="65405" b="167005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43045">
                          <a:off x="0" y="0"/>
                          <a:ext cx="1211138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98617F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Olive</w:t>
                            </w:r>
                            <w:r w:rsidR="000D6A16">
                              <w:rPr>
                                <w:b/>
                                <w:sz w:val="48"/>
                                <w:szCs w:val="4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9.7pt;margin-top:214.05pt;width:95.35pt;height:37.9pt;rotation:-93602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" strokecolor="white [3212]">
                <v:textbox>
                  <w:txbxContent>
                    <w:p w:rsidR="0098617F" w:rsidRPr="002A5E72" w:rsidRDefault="0098617F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Olive</w:t>
                      </w:r>
                      <w:r w:rsidR="000D6A16">
                        <w:rPr>
                          <w:b/>
                          <w:sz w:val="48"/>
                          <w:szCs w:val="4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AA64CA" wp14:editId="7AE95EF3">
                <wp:simplePos x="0" y="0"/>
                <wp:positionH relativeFrom="column">
                  <wp:posOffset>-6831</wp:posOffset>
                </wp:positionH>
                <wp:positionV relativeFrom="paragraph">
                  <wp:posOffset>1821713</wp:posOffset>
                </wp:positionV>
                <wp:extent cx="1848672" cy="481084"/>
                <wp:effectExtent l="57150" t="171450" r="37465" b="18605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11235">
                          <a:off x="0" y="0"/>
                          <a:ext cx="1848672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0D6A16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Jambon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.55pt;margin-top:143.45pt;width:145.55pt;height:37.9pt;rotation:667632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" strokecolor="white [3212]">
                <v:textbox>
                  <w:txbxContent>
                    <w:p w:rsidR="0098617F" w:rsidRPr="002A5E72" w:rsidRDefault="000D6A16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Jambon</w:t>
                      </w:r>
                    </w:p>
                  </w:txbxContent>
                </v:textbox>
              </v:shape>
            </w:pict>
          </mc:Fallback>
        </mc:AlternateContent>
      </w:r>
      <w:r w:rsidR="0098617F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EC9666" wp14:editId="4052A624">
                <wp:simplePos x="0" y="0"/>
                <wp:positionH relativeFrom="column">
                  <wp:posOffset>638494</wp:posOffset>
                </wp:positionH>
                <wp:positionV relativeFrom="paragraph">
                  <wp:posOffset>907732</wp:posOffset>
                </wp:positionV>
                <wp:extent cx="1477180" cy="481084"/>
                <wp:effectExtent l="0" t="476250" r="0" b="47180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26866">
                          <a:off x="0" y="0"/>
                          <a:ext cx="1477180" cy="481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17F" w:rsidRPr="002A5E72" w:rsidRDefault="0098617F" w:rsidP="0098617F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Origa</w:t>
                            </w:r>
                            <w:r w:rsidR="000D6A16">
                              <w:rPr>
                                <w:b/>
                                <w:sz w:val="48"/>
                                <w:szCs w:val="4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0.3pt;margin-top:71.45pt;width:116.3pt;height:37.9pt;rotation:286923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" strokecolor="white [3212]">
                <v:textbox>
                  <w:txbxContent>
                    <w:p w:rsidR="0098617F" w:rsidRPr="002A5E72" w:rsidRDefault="0098617F" w:rsidP="0098617F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Origa</w:t>
                      </w:r>
                      <w:r w:rsidR="000D6A16">
                        <w:rPr>
                          <w:b/>
                          <w:sz w:val="48"/>
                          <w:szCs w:val="4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2A5E72" w:rsidRPr="000D6A16">
        <w:rPr>
          <w:b/>
          <w:noProof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BC79D0" wp14:editId="0299E606">
                <wp:simplePos x="0" y="0"/>
                <wp:positionH relativeFrom="column">
                  <wp:posOffset>1453705</wp:posOffset>
                </wp:positionH>
                <wp:positionV relativeFrom="paragraph">
                  <wp:posOffset>508953</wp:posOffset>
                </wp:positionV>
                <wp:extent cx="1733550" cy="396879"/>
                <wp:effectExtent l="268287" t="36513" r="287338" b="39687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48021">
                          <a:off x="0" y="0"/>
                          <a:ext cx="1733550" cy="3968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E72" w:rsidRPr="002A5E72" w:rsidRDefault="002A5E72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2A5E72">
                              <w:rPr>
                                <w:b/>
                                <w:sz w:val="48"/>
                                <w:szCs w:val="48"/>
                              </w:rPr>
                              <w:t>Mozzarella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14.45pt;margin-top:40.1pt;width:136.5pt;height:31.25pt;rotation:463997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" strokecolor="white [3212]">
                <v:textbox>
                  <w:txbxContent>
                    <w:p w:rsidR="002A5E72" w:rsidRPr="002A5E72" w:rsidRDefault="002A5E72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2A5E72">
                        <w:rPr>
                          <w:b/>
                          <w:sz w:val="48"/>
                          <w:szCs w:val="48"/>
                        </w:rPr>
                        <w:t>Mozzarella</w:t>
                      </w:r>
                    </w:p>
                  </w:txbxContent>
                </v:textbox>
              </v:shape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1A3644" wp14:editId="39A0B07D">
                <wp:simplePos x="0" y="0"/>
                <wp:positionH relativeFrom="column">
                  <wp:posOffset>1300480</wp:posOffset>
                </wp:positionH>
                <wp:positionV relativeFrom="paragraph">
                  <wp:posOffset>31750</wp:posOffset>
                </wp:positionV>
                <wp:extent cx="3038475" cy="4933950"/>
                <wp:effectExtent l="0" t="0" r="2857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493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4pt,2.5pt" to="341.65pt,3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F7776" wp14:editId="54B6D1B8">
                <wp:simplePos x="0" y="0"/>
                <wp:positionH relativeFrom="column">
                  <wp:posOffset>1195705</wp:posOffset>
                </wp:positionH>
                <wp:positionV relativeFrom="paragraph">
                  <wp:posOffset>31750</wp:posOffset>
                </wp:positionV>
                <wp:extent cx="3305175" cy="4848226"/>
                <wp:effectExtent l="0" t="0" r="28575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05175" cy="48482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5pt,2.5pt" to="354.4pt,3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8503F" wp14:editId="624B308A">
                <wp:simplePos x="0" y="0"/>
                <wp:positionH relativeFrom="column">
                  <wp:posOffset>81280</wp:posOffset>
                </wp:positionH>
                <wp:positionV relativeFrom="paragraph">
                  <wp:posOffset>1241425</wp:posOffset>
                </wp:positionV>
                <wp:extent cx="5572125" cy="2466341"/>
                <wp:effectExtent l="0" t="0" r="28575" b="2921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24663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pt,97.75pt" to="445.15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920C0D" wp14:editId="72E53A77">
                <wp:simplePos x="0" y="0"/>
                <wp:positionH relativeFrom="column">
                  <wp:posOffset>186055</wp:posOffset>
                </wp:positionH>
                <wp:positionV relativeFrom="paragraph">
                  <wp:posOffset>1041400</wp:posOffset>
                </wp:positionV>
                <wp:extent cx="5314950" cy="2933700"/>
                <wp:effectExtent l="0" t="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293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82pt" to="433.15pt,3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" strokecolor="#4579b8 [3044]"/>
            </w:pict>
          </mc:Fallback>
        </mc:AlternateContent>
      </w:r>
      <w:r w:rsidR="002A5E72" w:rsidRPr="000D6A16">
        <w:rPr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00EF13" wp14:editId="41E091E1">
                <wp:simplePos x="0" y="0"/>
                <wp:positionH relativeFrom="column">
                  <wp:posOffset>-223520</wp:posOffset>
                </wp:positionH>
                <wp:positionV relativeFrom="paragraph">
                  <wp:posOffset>2470150</wp:posOffset>
                </wp:positionV>
                <wp:extent cx="6143625" cy="571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2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6pt,194.5pt" to="466.15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" strokecolor="#4579b8 [3044]"/>
            </w:pict>
          </mc:Fallback>
        </mc:AlternateContent>
      </w:r>
      <w:bookmarkStart w:id="0" w:name="_GoBack"/>
      <w:bookmarkEnd w:id="0"/>
    </w:p>
    <w:sectPr w:rsidR="00E82922" w:rsidRPr="00E82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22"/>
    <w:rsid w:val="000D6A16"/>
    <w:rsid w:val="0013656C"/>
    <w:rsid w:val="002A5E72"/>
    <w:rsid w:val="0038516C"/>
    <w:rsid w:val="006B3802"/>
    <w:rsid w:val="0098617F"/>
    <w:rsid w:val="00B65436"/>
    <w:rsid w:val="00BF49C4"/>
    <w:rsid w:val="00C90A44"/>
    <w:rsid w:val="00E82922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A5E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5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4F75-AE67-45B1-8EF6-576F884E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5BDDFAF5.dotm</Template>
  <TotalTime>10</TotalTime>
  <Pages>1</Pages>
  <Words>2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2019-07-11T09:03:00Z</dcterms:created>
  <dcterms:modified xsi:type="dcterms:W3CDTF">2019-07-11T09:12:00Z</dcterms:modified>
</cp:coreProperties>
</file>